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385" w:rsidRPr="00FC683D" w:rsidRDefault="007F42D3" w:rsidP="00375385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-228600</wp:posOffset>
                </wp:positionV>
                <wp:extent cx="3321050" cy="667385"/>
                <wp:effectExtent l="9525" t="9525" r="12700" b="18415"/>
                <wp:wrapTight wrapText="bothSides">
                  <wp:wrapPolygon edited="0">
                    <wp:start x="248" y="-308"/>
                    <wp:lineTo x="-62" y="1213"/>
                    <wp:lineTo x="-62" y="20079"/>
                    <wp:lineTo x="124" y="21292"/>
                    <wp:lineTo x="21414" y="21292"/>
                    <wp:lineTo x="21476" y="21292"/>
                    <wp:lineTo x="21662" y="19175"/>
                    <wp:lineTo x="21662" y="2137"/>
                    <wp:lineTo x="21600" y="1213"/>
                    <wp:lineTo x="21290" y="-308"/>
                    <wp:lineTo x="248" y="-308"/>
                  </wp:wrapPolygon>
                </wp:wrapTight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73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75385" w:rsidRDefault="00F7171A" w:rsidP="0037538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CW#6-7</w:t>
                            </w:r>
                            <w:r w:rsidR="00375385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9278DB">
                              <w:rPr>
                                <w:rFonts w:ascii="Cambria" w:hAnsi="Cambria"/>
                              </w:rPr>
                              <w:t xml:space="preserve"> Do Now:</w:t>
                            </w:r>
                            <w:r w:rsidR="0037538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>Review!</w:t>
                            </w:r>
                          </w:p>
                          <w:p w:rsidR="00375385" w:rsidRDefault="00375385" w:rsidP="0037538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375385" w:rsidRPr="00CC3825" w:rsidRDefault="00375385" w:rsidP="00375385">
                            <w:pPr>
                              <w:jc w:val="center"/>
                              <w:rPr>
                                <w:rFonts w:ascii="Cambria" w:hAnsi="Cambria"/>
                                <w:i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</w:rPr>
                              <w:t>Teacher Notes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4in;margin-top:-18pt;width:261.5pt;height:52.5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" strokeweight="1.5pt">
                <v:textbox>
                  <w:txbxContent>
                    <w:p w:rsidR="00375385" w:rsidRDefault="00F7171A" w:rsidP="0037538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CW#6-7</w:t>
                      </w:r>
                      <w:r w:rsidR="00375385">
                        <w:rPr>
                          <w:rFonts w:ascii="Cambria" w:hAnsi="Cambria"/>
                        </w:rPr>
                        <w:t>:</w:t>
                      </w:r>
                      <w:r w:rsidR="009278DB">
                        <w:rPr>
                          <w:rFonts w:ascii="Cambria" w:hAnsi="Cambria"/>
                        </w:rPr>
                        <w:t xml:space="preserve"> Do Now:</w:t>
                      </w:r>
                      <w:r w:rsidR="00375385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Review!</w:t>
                      </w:r>
                    </w:p>
                    <w:p w:rsidR="00375385" w:rsidRDefault="00375385" w:rsidP="0037538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375385" w:rsidRPr="00CC3825" w:rsidRDefault="00375385" w:rsidP="00375385">
                      <w:pPr>
                        <w:jc w:val="center"/>
                        <w:rPr>
                          <w:rFonts w:ascii="Cambria" w:hAnsi="Cambria"/>
                          <w:i/>
                        </w:rPr>
                      </w:pPr>
                      <w:r>
                        <w:rPr>
                          <w:rFonts w:ascii="Cambria" w:hAnsi="Cambria"/>
                          <w:i/>
                        </w:rPr>
                        <w:t>Teacher Notes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375385" w:rsidRDefault="00375385" w:rsidP="00375385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A17600" w:rsidRPr="00FC683D" w:rsidRDefault="00A17600" w:rsidP="00375385">
      <w:pPr>
        <w:spacing w:after="120"/>
        <w:rPr>
          <w:rFonts w:ascii="Cambria" w:hAnsi="Cambr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48"/>
        <w:gridCol w:w="5468"/>
      </w:tblGrid>
      <w:tr w:rsidR="00F7171A" w:rsidRPr="005D4CEB" w:rsidTr="00EA3204">
        <w:trPr>
          <w:trHeight w:val="1673"/>
        </w:trPr>
        <w:tc>
          <w:tcPr>
            <w:tcW w:w="5548" w:type="dxa"/>
          </w:tcPr>
          <w:p w:rsidR="000B1FC0" w:rsidRDefault="000B1FC0" w:rsidP="004A285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1a) Graph the following: {-3 &lt; x &lt; 5}</w:t>
            </w:r>
          </w:p>
          <w:p w:rsidR="000B1FC0" w:rsidRDefault="000B1FC0" w:rsidP="004A2852">
            <w:pPr>
              <w:rPr>
                <w:rFonts w:ascii="Calibri" w:hAnsi="Calibri"/>
              </w:rPr>
            </w:pPr>
          </w:p>
          <w:p w:rsidR="000B1FC0" w:rsidRDefault="000B1FC0" w:rsidP="004A2852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CC6D73D" wp14:editId="333C26DD">
                      <wp:simplePos x="0" y="0"/>
                      <wp:positionH relativeFrom="column">
                        <wp:posOffset>66674</wp:posOffset>
                      </wp:positionH>
                      <wp:positionV relativeFrom="paragraph">
                        <wp:posOffset>104775</wp:posOffset>
                      </wp:positionV>
                      <wp:extent cx="2676525" cy="0"/>
                      <wp:effectExtent l="38100" t="76200" r="28575" b="11430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765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8" o:spid="_x0000_s1026" type="#_x0000_t32" style="position:absolute;margin-left:5.25pt;margin-top:8.25pt;width:210.7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" strokecolor="black [3213]">
                      <v:stroke startarrow="open" endarrow="open"/>
                    </v:shape>
                  </w:pict>
                </mc:Fallback>
              </mc:AlternateContent>
            </w:r>
          </w:p>
          <w:p w:rsidR="000B1FC0" w:rsidRDefault="000B1FC0" w:rsidP="004A2852">
            <w:pPr>
              <w:rPr>
                <w:rFonts w:ascii="Calibri" w:hAnsi="Calibri"/>
              </w:rPr>
            </w:pPr>
          </w:p>
          <w:p w:rsidR="009278DB" w:rsidRDefault="009278DB" w:rsidP="004A2852">
            <w:pPr>
              <w:rPr>
                <w:rFonts w:ascii="Calibri" w:hAnsi="Calibri"/>
              </w:rPr>
            </w:pPr>
          </w:p>
          <w:p w:rsidR="009278DB" w:rsidRDefault="009278DB" w:rsidP="004A2852">
            <w:pPr>
              <w:rPr>
                <w:rFonts w:ascii="Calibri" w:hAnsi="Calibri"/>
              </w:rPr>
            </w:pPr>
          </w:p>
          <w:p w:rsidR="009278DB" w:rsidRDefault="009278DB" w:rsidP="004A2852">
            <w:pPr>
              <w:rPr>
                <w:rFonts w:ascii="Calibri" w:hAnsi="Calibri"/>
              </w:rPr>
            </w:pPr>
          </w:p>
          <w:p w:rsidR="000B1FC0" w:rsidRPr="00027551" w:rsidRDefault="000B1FC0" w:rsidP="004A285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1b) Would this inequality set represent an “AND” or “OR” situation, and why? </w:t>
            </w:r>
          </w:p>
        </w:tc>
        <w:tc>
          <w:tcPr>
            <w:tcW w:w="5468" w:type="dxa"/>
          </w:tcPr>
          <w:p w:rsidR="00E43D3A" w:rsidRDefault="00E43D3A" w:rsidP="00E43D3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Pr="001C0456">
              <w:rPr>
                <w:rFonts w:ascii="Calibri" w:hAnsi="Calibri"/>
              </w:rPr>
              <w:t xml:space="preserve">) </w:t>
            </w:r>
            <w:r>
              <w:rPr>
                <w:rFonts w:ascii="Calibri" w:hAnsi="Calibri"/>
              </w:rPr>
              <w:t xml:space="preserve">What are the values that satisfy the following inequality (and graph it): </w:t>
            </w:r>
          </w:p>
          <w:p w:rsidR="00E43D3A" w:rsidRDefault="00E12AF6" w:rsidP="00E43D3A">
            <w:pPr>
              <w:rPr>
                <w:rFonts w:ascii="Calibri" w:hAnsi="Calibri"/>
              </w:rPr>
            </w:pPr>
            <w:r w:rsidRPr="00E12AF6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5ABBA36" wp14:editId="48137FDC">
                      <wp:simplePos x="0" y="0"/>
                      <wp:positionH relativeFrom="column">
                        <wp:posOffset>-3403</wp:posOffset>
                      </wp:positionH>
                      <wp:positionV relativeFrom="paragraph">
                        <wp:posOffset>2875</wp:posOffset>
                      </wp:positionV>
                      <wp:extent cx="2104845" cy="353683"/>
                      <wp:effectExtent l="0" t="0" r="0" b="889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4845" cy="3536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12AF6" w:rsidRPr="00E12AF6" w:rsidRDefault="00505B3C"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d>
                                        <m:dPr>
                                          <m:begChr m:val="|"/>
                                          <m:endChr m:val="|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10x</m:t>
                                          </m:r>
                                        </m:e>
                                      </m:d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-5&gt;45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margin-left:-.25pt;margin-top:.25pt;width:165.75pt;height:2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" stroked="f">
                      <v:textbox>
                        <w:txbxContent>
                          <w:p w:rsidR="00E12AF6" w:rsidRPr="00E12AF6" w:rsidRDefault="00E12AF6">
                            <m:oMathPara>
                              <m:oMathParaPr>
                                <m:jc m:val="left"/>
                              </m:oMathParaPr>
                              <m:oMath>
                                <m:d>
                                  <m:dPr>
                                    <m:begChr m:val="|"/>
                                    <m:endChr m:val="|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10x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</w:rPr>
                                  <m:t>-5&gt;45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43D3A">
              <w:rPr>
                <w:noProof/>
              </w:rPr>
              <w:drawing>
                <wp:inline distT="0" distB="0" distL="0" distR="0" wp14:anchorId="2F1CF762" wp14:editId="054B49FD">
                  <wp:extent cx="3335578" cy="63835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5777" cy="638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1FC0" w:rsidRDefault="000B1FC0" w:rsidP="00E43D3A">
            <w:pPr>
              <w:rPr>
                <w:rFonts w:ascii="Calibri" w:hAnsi="Calibri"/>
              </w:rPr>
            </w:pPr>
          </w:p>
          <w:p w:rsidR="000B1FC0" w:rsidRDefault="000B1FC0" w:rsidP="00E43D3A">
            <w:pPr>
              <w:rPr>
                <w:rFonts w:ascii="Calibri" w:hAnsi="Calibri"/>
              </w:rPr>
            </w:pPr>
          </w:p>
          <w:p w:rsidR="009278DB" w:rsidRDefault="009278DB" w:rsidP="00E43D3A">
            <w:pPr>
              <w:rPr>
                <w:rFonts w:ascii="Calibri" w:hAnsi="Calibri"/>
              </w:rPr>
            </w:pPr>
          </w:p>
          <w:p w:rsidR="009278DB" w:rsidRDefault="009278DB" w:rsidP="00E43D3A">
            <w:pPr>
              <w:rPr>
                <w:rFonts w:ascii="Calibri" w:hAnsi="Calibri"/>
              </w:rPr>
            </w:pPr>
          </w:p>
          <w:p w:rsidR="00E12AF6" w:rsidRDefault="00E43D3A" w:rsidP="00E43D3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a) </w:t>
            </w:r>
            <w:r w:rsidR="00E12AF6">
              <w:rPr>
                <w:rFonts w:ascii="Calibri" w:hAnsi="Calibri"/>
              </w:rPr>
              <w:t>{-5</w:t>
            </w:r>
            <w:r w:rsidR="00AE631B">
              <w:rPr>
                <w:rFonts w:ascii="Calibri" w:hAnsi="Calibri"/>
              </w:rPr>
              <w:t>&lt; x &lt;5</w:t>
            </w:r>
            <w:r w:rsidR="00E12AF6">
              <w:rPr>
                <w:rFonts w:ascii="Calibri" w:hAnsi="Calibri"/>
              </w:rPr>
              <w:t>}</w:t>
            </w:r>
          </w:p>
          <w:p w:rsidR="00E43D3A" w:rsidRDefault="00E43D3A" w:rsidP="00E43D3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b)</w:t>
            </w:r>
            <w:r w:rsidR="00AE631B">
              <w:rPr>
                <w:rFonts w:ascii="Calibri" w:hAnsi="Calibri"/>
              </w:rPr>
              <w:t xml:space="preserve"> {</w:t>
            </w:r>
            <m:oMath>
              <m:r>
                <w:rPr>
                  <w:rFonts w:ascii="Cambria Math" w:hAnsi="Cambria Math"/>
                </w:rPr>
                <m:t>x&gt;-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  <m:r>
                <w:rPr>
                  <w:rFonts w:ascii="Cambria Math" w:hAnsi="Cambria Math"/>
                </w:rPr>
                <m:t xml:space="preserve"> or x&lt;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  <w:r w:rsidR="00AE631B">
              <w:rPr>
                <w:rFonts w:ascii="Calibri" w:hAnsi="Calibri"/>
              </w:rPr>
              <w:t>}</w:t>
            </w:r>
          </w:p>
          <w:p w:rsidR="00E43D3A" w:rsidRDefault="00E43D3A" w:rsidP="00E43D3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c)  </w:t>
            </w:r>
            <w:r w:rsidR="00AE631B">
              <w:rPr>
                <w:rFonts w:ascii="Calibri" w:hAnsi="Calibri"/>
              </w:rPr>
              <w:t>{x &gt; 5 or x &lt; -5}</w:t>
            </w:r>
          </w:p>
          <w:p w:rsidR="00E43D3A" w:rsidRDefault="00E43D3A" w:rsidP="00E43D3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d) </w:t>
            </w:r>
            <w:r w:rsidR="00AE631B">
              <w:rPr>
                <w:rFonts w:ascii="Calibri" w:hAnsi="Calibri"/>
              </w:rPr>
              <w:t>{x &gt; 5 and x &lt; -5}</w:t>
            </w:r>
          </w:p>
          <w:p w:rsidR="00F7171A" w:rsidRDefault="00E43D3A" w:rsidP="00E43D3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e) No Solution </w:t>
            </w:r>
          </w:p>
          <w:p w:rsidR="00F7171A" w:rsidRPr="005D4CEB" w:rsidRDefault="00F7171A" w:rsidP="006702A2">
            <w:pPr>
              <w:rPr>
                <w:rFonts w:ascii="Calibri" w:hAnsi="Calibri"/>
              </w:rPr>
            </w:pPr>
          </w:p>
        </w:tc>
      </w:tr>
      <w:tr w:rsidR="00F7171A" w:rsidTr="00EA3204">
        <w:trPr>
          <w:trHeight w:val="1673"/>
        </w:trPr>
        <w:tc>
          <w:tcPr>
            <w:tcW w:w="5548" w:type="dxa"/>
          </w:tcPr>
          <w:p w:rsidR="00AE631B" w:rsidRDefault="00AE631B" w:rsidP="006702A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  <w:r w:rsidR="00F7171A">
              <w:rPr>
                <w:rFonts w:ascii="Calibri" w:hAnsi="Calibri"/>
              </w:rPr>
              <w:t>) W</w:t>
            </w:r>
            <w:r>
              <w:rPr>
                <w:rFonts w:ascii="Calibri" w:hAnsi="Calibri"/>
              </w:rPr>
              <w:t xml:space="preserve">hat is the distance between the two solutions for: </w:t>
            </w:r>
          </w:p>
          <w:p w:rsidR="000B1FC0" w:rsidRDefault="00AE631B" w:rsidP="00AE6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5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-4=6</m:t>
              </m:r>
            </m:oMath>
          </w:p>
          <w:p w:rsidR="009278DB" w:rsidRDefault="009278DB" w:rsidP="00AE631B">
            <w:pPr>
              <w:rPr>
                <w:rFonts w:ascii="Calibri" w:hAnsi="Calibri"/>
              </w:rPr>
            </w:pPr>
          </w:p>
          <w:p w:rsidR="009278DB" w:rsidRDefault="009278DB" w:rsidP="00AE631B">
            <w:pPr>
              <w:rPr>
                <w:rFonts w:ascii="Calibri" w:hAnsi="Calibri"/>
              </w:rPr>
            </w:pPr>
          </w:p>
          <w:p w:rsidR="000B1FC0" w:rsidRDefault="000B1FC0" w:rsidP="00AE631B">
            <w:pPr>
              <w:rPr>
                <w:rFonts w:ascii="Calibri" w:hAnsi="Calibri"/>
              </w:rPr>
            </w:pPr>
          </w:p>
          <w:p w:rsidR="00AE631B" w:rsidRDefault="00AE631B" w:rsidP="00AE6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a) 10</w:t>
            </w:r>
          </w:p>
          <w:p w:rsidR="00AE631B" w:rsidRDefault="00AE631B" w:rsidP="00AE6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b) 20</w:t>
            </w:r>
          </w:p>
          <w:p w:rsidR="00AE631B" w:rsidRDefault="00AE631B" w:rsidP="00AE6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c) -10</w:t>
            </w:r>
          </w:p>
          <w:p w:rsidR="00AE631B" w:rsidRDefault="00AE631B" w:rsidP="00AE6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d) 0</w:t>
            </w:r>
          </w:p>
          <w:p w:rsidR="00AE631B" w:rsidRDefault="00AE631B" w:rsidP="00AE6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e) </w:t>
            </w:r>
            <w:r w:rsidR="00D03C05">
              <w:rPr>
                <w:rFonts w:ascii="Calibri" w:hAnsi="Calibri"/>
              </w:rPr>
              <w:t>100</w:t>
            </w:r>
          </w:p>
        </w:tc>
        <w:tc>
          <w:tcPr>
            <w:tcW w:w="5468" w:type="dxa"/>
          </w:tcPr>
          <w:p w:rsidR="00EA3204" w:rsidRDefault="00D03C05" w:rsidP="006702A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  <w:r w:rsidR="00F7171A">
              <w:rPr>
                <w:rFonts w:ascii="Calibri" w:hAnsi="Calibri"/>
              </w:rPr>
              <w:t xml:space="preserve">) What </w:t>
            </w:r>
            <w:r w:rsidR="00EA3204">
              <w:rPr>
                <w:rFonts w:ascii="Calibri" w:hAnsi="Calibri"/>
              </w:rPr>
              <w:t>is the solution set of:</w:t>
            </w:r>
            <w:r w:rsidR="000B1FC0">
              <w:rPr>
                <w:rFonts w:ascii="Calibri" w:hAnsi="Calibri"/>
              </w:rPr>
              <w:t xml:space="preserve">  6|-3x+4|+7=3</w:t>
            </w:r>
          </w:p>
          <w:p w:rsidR="000B1FC0" w:rsidRDefault="000B1FC0" w:rsidP="006702A2">
            <w:pPr>
              <w:rPr>
                <w:rFonts w:ascii="Calibri" w:hAnsi="Calibri"/>
              </w:rPr>
            </w:pPr>
          </w:p>
          <w:p w:rsidR="000B1FC0" w:rsidRDefault="000B1FC0" w:rsidP="006702A2">
            <w:pPr>
              <w:rPr>
                <w:rFonts w:ascii="Calibri" w:hAnsi="Calibri"/>
              </w:rPr>
            </w:pPr>
          </w:p>
          <w:p w:rsidR="009278DB" w:rsidRDefault="009278DB" w:rsidP="006702A2">
            <w:pPr>
              <w:rPr>
                <w:rFonts w:ascii="Calibri" w:hAnsi="Calibri"/>
              </w:rPr>
            </w:pPr>
          </w:p>
          <w:p w:rsidR="009278DB" w:rsidRDefault="009278DB" w:rsidP="006702A2">
            <w:pPr>
              <w:rPr>
                <w:rFonts w:ascii="Calibri" w:hAnsi="Calibri"/>
              </w:rPr>
            </w:pPr>
          </w:p>
          <w:p w:rsidR="00EA3204" w:rsidRDefault="00EA3204" w:rsidP="006702A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a){-</w:t>
            </w:r>
            <m:oMath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14</m:t>
                  </m:r>
                </m:num>
                <m:den>
                  <m:r>
                    <w:rPr>
                      <w:rFonts w:ascii="Cambria Math" w:hAnsi="Cambria Math"/>
                    </w:rPr>
                    <m:t>9</m:t>
                  </m:r>
                </m:den>
              </m:f>
            </m:oMath>
            <w:r>
              <w:rPr>
                <w:rFonts w:ascii="Calibri" w:hAnsi="Calibri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</w:rPr>
                    <m:t>9</m:t>
                  </m:r>
                </m:den>
              </m:f>
            </m:oMath>
            <w:r>
              <w:rPr>
                <w:rFonts w:ascii="Calibri" w:hAnsi="Calibri"/>
              </w:rPr>
              <w:t>}</w:t>
            </w:r>
          </w:p>
          <w:p w:rsidR="00EA3204" w:rsidRDefault="00EA3204" w:rsidP="006702A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b){</w:t>
            </w:r>
            <m:oMath>
              <m:r>
                <w:rPr>
                  <w:rFonts w:ascii="Cambria Math" w:hAnsi="Cambria Math"/>
                </w:rPr>
                <m:t>±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>
              <w:rPr>
                <w:rFonts w:ascii="Calibri" w:hAnsi="Calibri"/>
              </w:rPr>
              <w:t>}</w:t>
            </w:r>
          </w:p>
          <w:p w:rsidR="00EA3204" w:rsidRDefault="00EA3204" w:rsidP="006702A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c){0}</w:t>
            </w:r>
          </w:p>
          <w:p w:rsidR="00EA3204" w:rsidRDefault="00EA3204" w:rsidP="006702A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d){-4, 3}</w:t>
            </w:r>
          </w:p>
          <w:p w:rsidR="00F7171A" w:rsidRDefault="00EA3204" w:rsidP="006702A2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e) No Solution</w:t>
            </w:r>
          </w:p>
          <w:p w:rsidR="009278DB" w:rsidRPr="009278DB" w:rsidRDefault="009278DB" w:rsidP="006702A2">
            <w:pPr>
              <w:rPr>
                <w:rFonts w:ascii="Calibri" w:hAnsi="Calibri"/>
                <w:b/>
              </w:rPr>
            </w:pPr>
          </w:p>
        </w:tc>
      </w:tr>
      <w:tr w:rsidR="00F7171A" w:rsidRPr="005D4CEB" w:rsidTr="00EA3204">
        <w:trPr>
          <w:trHeight w:val="70"/>
        </w:trPr>
        <w:tc>
          <w:tcPr>
            <w:tcW w:w="5548" w:type="dxa"/>
          </w:tcPr>
          <w:p w:rsidR="004A2852" w:rsidRDefault="000B1FC0" w:rsidP="004A285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 w:rsidR="004A2852">
              <w:rPr>
                <w:rFonts w:ascii="Calibri" w:hAnsi="Calibri"/>
              </w:rPr>
              <w:t xml:space="preserve">) What are the values of d that satisfy the inequality </w:t>
            </w:r>
          </w:p>
          <w:p w:rsidR="00F7171A" w:rsidRPr="00027551" w:rsidRDefault="004A2852" w:rsidP="009278D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-6|- d + 4| </w:t>
            </w:r>
            <m:oMath>
              <m:r>
                <w:rPr>
                  <w:rFonts w:ascii="Cambria Math" w:hAnsi="Cambria Math"/>
                </w:rPr>
                <m:t>≥</m:t>
              </m:r>
            </m:oMath>
            <w:r>
              <w:rPr>
                <w:rFonts w:ascii="Calibri" w:hAnsi="Calibri"/>
              </w:rPr>
              <w:t xml:space="preserve"> 24?</w:t>
            </w:r>
          </w:p>
        </w:tc>
        <w:tc>
          <w:tcPr>
            <w:tcW w:w="5468" w:type="dxa"/>
          </w:tcPr>
          <w:p w:rsidR="00EA3204" w:rsidRDefault="00EA3204" w:rsidP="006702A2">
            <w:p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6</w:t>
            </w:r>
            <w:r w:rsidR="00F7171A">
              <w:rPr>
                <w:rFonts w:ascii="Calibri" w:hAnsi="Calibri"/>
              </w:rPr>
              <w:t>)</w:t>
            </w:r>
            <w:r w:rsidR="004A2852">
              <w:rPr>
                <w:rFonts w:ascii="Calibri" w:hAnsi="Calibri"/>
              </w:rPr>
              <w:t>What</w:t>
            </w:r>
            <w:proofErr w:type="gramEnd"/>
            <w:r w:rsidR="004A2852">
              <w:rPr>
                <w:rFonts w:ascii="Calibri" w:hAnsi="Calibri"/>
              </w:rPr>
              <w:t xml:space="preserve"> is the sum of </w:t>
            </w:r>
            <w:r w:rsidR="004A2852" w:rsidRPr="005E66E7">
              <w:rPr>
                <w:rFonts w:ascii="Calibri" w:hAnsi="Calibri"/>
              </w:rPr>
              <w:t xml:space="preserve">the solutions to the following equation: </w:t>
            </w:r>
            <w:r w:rsidR="004A2852">
              <w:rPr>
                <w:rFonts w:ascii="Calibri" w:hAnsi="Calibri"/>
              </w:rPr>
              <w:t>|2x+2|+7=13</w:t>
            </w:r>
            <w:r w:rsidR="004A2852" w:rsidRPr="005E66E7">
              <w:rPr>
                <w:rFonts w:ascii="Calibri" w:hAnsi="Calibri"/>
              </w:rPr>
              <w:t>?</w:t>
            </w:r>
          </w:p>
          <w:p w:rsidR="00EA3204" w:rsidRDefault="00EA3204" w:rsidP="006702A2">
            <w:pPr>
              <w:rPr>
                <w:rFonts w:ascii="Calibri" w:hAnsi="Calibri"/>
              </w:rPr>
            </w:pPr>
          </w:p>
          <w:p w:rsidR="00EA3204" w:rsidRDefault="00EA3204" w:rsidP="006702A2">
            <w:pPr>
              <w:rPr>
                <w:rFonts w:ascii="Calibri" w:hAnsi="Calibri"/>
              </w:rPr>
            </w:pPr>
          </w:p>
          <w:p w:rsidR="009278DB" w:rsidRDefault="009278DB" w:rsidP="006702A2">
            <w:pPr>
              <w:rPr>
                <w:rFonts w:ascii="Calibri" w:hAnsi="Calibri"/>
              </w:rPr>
            </w:pPr>
          </w:p>
          <w:p w:rsidR="009278DB" w:rsidRDefault="009278DB" w:rsidP="006702A2">
            <w:pPr>
              <w:rPr>
                <w:rFonts w:ascii="Calibri" w:hAnsi="Calibri"/>
              </w:rPr>
            </w:pPr>
          </w:p>
          <w:p w:rsidR="00EA3204" w:rsidRPr="005D4CEB" w:rsidRDefault="00EA3204" w:rsidP="006702A2">
            <w:pPr>
              <w:rPr>
                <w:rFonts w:ascii="Calibri" w:hAnsi="Calibri"/>
              </w:rPr>
            </w:pPr>
          </w:p>
        </w:tc>
      </w:tr>
      <w:tr w:rsidR="009278DB" w:rsidRPr="005D4CEB" w:rsidTr="00EA3204">
        <w:trPr>
          <w:trHeight w:val="70"/>
        </w:trPr>
        <w:tc>
          <w:tcPr>
            <w:tcW w:w="5548" w:type="dxa"/>
          </w:tcPr>
          <w:p w:rsidR="009278DB" w:rsidRDefault="009278DB" w:rsidP="004A2852">
            <w:pPr>
              <w:rPr>
                <w:rFonts w:ascii="Calibri" w:hAnsi="Calibri"/>
              </w:rPr>
            </w:pPr>
            <w:r w:rsidRPr="00A343BE">
              <w:rPr>
                <w:rFonts w:ascii="Calibri" w:hAnsi="Calibri" w:cs="Arial"/>
              </w:rPr>
              <w:t>9)</w:t>
            </w:r>
            <w:r>
              <w:rPr>
                <w:rFonts w:ascii="Calibri" w:hAnsi="Calibri" w:cs="Arial"/>
              </w:rPr>
              <w:t>Solve 3|r-2|&lt; 6</w:t>
            </w:r>
          </w:p>
        </w:tc>
        <w:tc>
          <w:tcPr>
            <w:tcW w:w="5468" w:type="dxa"/>
          </w:tcPr>
          <w:p w:rsidR="009278DB" w:rsidRDefault="009278DB" w:rsidP="00106E34">
            <w:pPr>
              <w:outlineLvl w:val="0"/>
              <w:rPr>
                <w:rFonts w:asciiTheme="minorHAnsi" w:hAnsiTheme="minorHAnsi" w:cstheme="minorHAnsi"/>
              </w:rPr>
            </w:pPr>
            <w:r w:rsidRPr="001B0606">
              <w:rPr>
                <w:rFonts w:asciiTheme="minorHAnsi" w:hAnsiTheme="minorHAnsi" w:cstheme="minorHAnsi"/>
              </w:rPr>
              <w:t xml:space="preserve">8) </w:t>
            </w:r>
            <w:r>
              <w:rPr>
                <w:rFonts w:asciiTheme="minorHAnsi" w:hAnsiTheme="minorHAnsi" w:cstheme="minorHAnsi"/>
              </w:rPr>
              <w:t>Which inequality would have a solution set that looks like</w:t>
            </w:r>
          </w:p>
          <w:p w:rsidR="009278DB" w:rsidRDefault="009278DB" w:rsidP="00106E34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 xml:space="preserve">                  </w:t>
            </w:r>
            <w:r w:rsidRPr="00EA0516">
              <w:rPr>
                <w:rFonts w:ascii="Calibri" w:hAnsi="Calibri" w:cs="Calibri"/>
              </w:rPr>
              <w:object w:dxaOrig="3555" w:dyaOrig="300" w14:anchorId="005F005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7.75pt;height:15pt" o:ole="">
                  <v:imagedata r:id="rId9" o:title=""/>
                </v:shape>
                <o:OLEObject Type="Embed" ProgID="PBrush" ShapeID="_x0000_i1025" DrawAspect="Content" ObjectID="_1409344301" r:id="rId10"/>
              </w:object>
            </w:r>
          </w:p>
          <w:p w:rsidR="009278DB" w:rsidRDefault="009278DB" w:rsidP="00106E34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a)|x|&gt; 5</w:t>
            </w:r>
          </w:p>
          <w:p w:rsidR="009278DB" w:rsidRDefault="009278DB" w:rsidP="00106E34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b)|4x-5|+6 &lt; 20</w:t>
            </w:r>
          </w:p>
          <w:p w:rsidR="009278DB" w:rsidRDefault="009278DB" w:rsidP="00106E34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c)4|x+3|=24</w:t>
            </w:r>
          </w:p>
          <w:p w:rsidR="009278DB" w:rsidRDefault="009278DB" w:rsidP="00106E34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d)|x|</w:t>
            </w:r>
            <m:oMath>
              <m:r>
                <w:rPr>
                  <w:rFonts w:ascii="Cambria Math" w:hAnsi="Cambria Math" w:cstheme="minorHAnsi"/>
                </w:rPr>
                <m:t>≤</m:t>
              </m:r>
            </m:oMath>
            <w:r>
              <w:rPr>
                <w:rFonts w:asciiTheme="minorHAnsi" w:hAnsiTheme="minorHAnsi" w:cstheme="minorHAnsi"/>
              </w:rPr>
              <w:t xml:space="preserve"> 5</w:t>
            </w:r>
          </w:p>
          <w:p w:rsidR="009278DB" w:rsidRPr="001B0606" w:rsidRDefault="009278DB" w:rsidP="009278DB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e)4+|x|</w:t>
            </w:r>
            <m:oMath>
              <m:r>
                <w:rPr>
                  <w:rFonts w:ascii="Cambria Math" w:hAnsi="Cambria Math" w:cstheme="minorHAnsi"/>
                </w:rPr>
                <m:t>≥</m:t>
              </m:r>
            </m:oMath>
            <w:r>
              <w:rPr>
                <w:rFonts w:asciiTheme="minorHAnsi" w:hAnsiTheme="minorHAnsi" w:cstheme="minorHAnsi"/>
              </w:rPr>
              <w:t xml:space="preserve">16 </w:t>
            </w:r>
          </w:p>
        </w:tc>
      </w:tr>
    </w:tbl>
    <w:p w:rsidR="00375385" w:rsidRDefault="00375385" w:rsidP="000B1FC0">
      <w:pPr>
        <w:spacing w:line="360" w:lineRule="auto"/>
        <w:outlineLvl w:val="0"/>
      </w:pPr>
      <w:bookmarkStart w:id="0" w:name="_GoBack"/>
      <w:bookmarkEnd w:id="0"/>
    </w:p>
    <w:sectPr w:rsidR="00375385" w:rsidSect="00375385">
      <w:footerReference w:type="default" r:id="rId11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B3C" w:rsidRDefault="00505B3C">
      <w:r>
        <w:separator/>
      </w:r>
    </w:p>
  </w:endnote>
  <w:endnote w:type="continuationSeparator" w:id="0">
    <w:p w:rsidR="00505B3C" w:rsidRDefault="00505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385" w:rsidRPr="008B41BB" w:rsidRDefault="00375385" w:rsidP="00375385">
    <w:pPr>
      <w:jc w:val="center"/>
      <w:rPr>
        <w:rFonts w:ascii="Tw Cen MT Condensed Extra Bold" w:hAnsi="Tw Cen MT Condensed Extra Bold"/>
        <w:sz w:val="40"/>
      </w:rPr>
    </w:pPr>
    <w:r w:rsidRPr="008B41BB">
      <w:rPr>
        <w:rFonts w:ascii="Tw Cen MT Condensed Extra Bold" w:hAnsi="Tw Cen MT Condensed Extra Bold"/>
        <w:sz w:val="40"/>
      </w:rPr>
      <w:t>PUSH IT TO THE LIMIT.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B3C" w:rsidRDefault="00505B3C">
      <w:r>
        <w:separator/>
      </w:r>
    </w:p>
  </w:footnote>
  <w:footnote w:type="continuationSeparator" w:id="0">
    <w:p w:rsidR="00505B3C" w:rsidRDefault="00505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9DC"/>
    <w:multiLevelType w:val="hybridMultilevel"/>
    <w:tmpl w:val="A3384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F0A76"/>
    <w:multiLevelType w:val="hybridMultilevel"/>
    <w:tmpl w:val="01AA485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740EA1"/>
    <w:multiLevelType w:val="hybridMultilevel"/>
    <w:tmpl w:val="0090054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AD7E3F"/>
    <w:multiLevelType w:val="hybridMultilevel"/>
    <w:tmpl w:val="DDB64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6B6509"/>
    <w:multiLevelType w:val="hybridMultilevel"/>
    <w:tmpl w:val="AD56335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BC19E2"/>
    <w:multiLevelType w:val="hybridMultilevel"/>
    <w:tmpl w:val="328C8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460590"/>
    <w:multiLevelType w:val="hybridMultilevel"/>
    <w:tmpl w:val="4252979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9600E3"/>
    <w:multiLevelType w:val="hybridMultilevel"/>
    <w:tmpl w:val="4316E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F64A4B"/>
    <w:multiLevelType w:val="hybridMultilevel"/>
    <w:tmpl w:val="B106DC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3B2D50"/>
    <w:multiLevelType w:val="hybridMultilevel"/>
    <w:tmpl w:val="ACC44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22064B"/>
    <w:multiLevelType w:val="hybridMultilevel"/>
    <w:tmpl w:val="FE605F9A"/>
    <w:lvl w:ilvl="0" w:tplc="4F524D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DB3C1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3">
    <w:nsid w:val="15102EB8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3B2E81"/>
    <w:multiLevelType w:val="hybridMultilevel"/>
    <w:tmpl w:val="777A134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061E28"/>
    <w:multiLevelType w:val="hybridMultilevel"/>
    <w:tmpl w:val="4ED0D8E4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20C5ECB"/>
    <w:multiLevelType w:val="hybridMultilevel"/>
    <w:tmpl w:val="12689B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5663F5"/>
    <w:multiLevelType w:val="hybridMultilevel"/>
    <w:tmpl w:val="58B6CD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8C124D3"/>
    <w:multiLevelType w:val="hybridMultilevel"/>
    <w:tmpl w:val="8AE01C22"/>
    <w:lvl w:ilvl="0" w:tplc="9B745B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312090B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BF84860"/>
    <w:multiLevelType w:val="hybridMultilevel"/>
    <w:tmpl w:val="E3386A14"/>
    <w:lvl w:ilvl="0" w:tplc="E3FE3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30853A3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5A176B2"/>
    <w:multiLevelType w:val="hybridMultilevel"/>
    <w:tmpl w:val="DBBEB506"/>
    <w:lvl w:ilvl="0" w:tplc="F4F06762">
      <w:start w:val="7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14"/>
        </w:tabs>
        <w:ind w:left="13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34"/>
        </w:tabs>
        <w:ind w:left="20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4"/>
        </w:tabs>
        <w:ind w:left="27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74"/>
        </w:tabs>
        <w:ind w:left="34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94"/>
        </w:tabs>
        <w:ind w:left="41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14"/>
        </w:tabs>
        <w:ind w:left="49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34"/>
        </w:tabs>
        <w:ind w:left="56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54"/>
        </w:tabs>
        <w:ind w:left="6354" w:hanging="180"/>
      </w:pPr>
    </w:lvl>
  </w:abstractNum>
  <w:abstractNum w:abstractNumId="26">
    <w:nsid w:val="46451171"/>
    <w:multiLevelType w:val="hybridMultilevel"/>
    <w:tmpl w:val="4B46444A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A33DBF"/>
    <w:multiLevelType w:val="hybridMultilevel"/>
    <w:tmpl w:val="F3B6163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061924"/>
    <w:multiLevelType w:val="hybridMultilevel"/>
    <w:tmpl w:val="8276554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531D27"/>
    <w:multiLevelType w:val="hybridMultilevel"/>
    <w:tmpl w:val="A6FCC518"/>
    <w:lvl w:ilvl="0" w:tplc="DD5EE09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3DC3328"/>
    <w:multiLevelType w:val="hybridMultilevel"/>
    <w:tmpl w:val="6D389954"/>
    <w:lvl w:ilvl="0" w:tplc="059EC6C6">
      <w:start w:val="20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444C26"/>
    <w:multiLevelType w:val="hybridMultilevel"/>
    <w:tmpl w:val="DEFE58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9042B2"/>
    <w:multiLevelType w:val="hybridMultilevel"/>
    <w:tmpl w:val="C12E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7A329B"/>
    <w:multiLevelType w:val="hybridMultilevel"/>
    <w:tmpl w:val="572A4AF4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585604"/>
    <w:multiLevelType w:val="singleLevel"/>
    <w:tmpl w:val="124E80E2"/>
    <w:lvl w:ilvl="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>
    <w:nsid w:val="6DEF35E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9">
    <w:nsid w:val="71464950"/>
    <w:multiLevelType w:val="hybridMultilevel"/>
    <w:tmpl w:val="A6465806"/>
    <w:lvl w:ilvl="0" w:tplc="D69226F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C43488"/>
    <w:multiLevelType w:val="hybridMultilevel"/>
    <w:tmpl w:val="132CD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BE2484"/>
    <w:multiLevelType w:val="singleLevel"/>
    <w:tmpl w:val="124E80E2"/>
    <w:lvl w:ilvl="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>
    <w:nsid w:val="72FD2BAD"/>
    <w:multiLevelType w:val="hybridMultilevel"/>
    <w:tmpl w:val="92A696E0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382667"/>
    <w:multiLevelType w:val="hybridMultilevel"/>
    <w:tmpl w:val="413E6D64"/>
    <w:lvl w:ilvl="0" w:tplc="F064C182">
      <w:start w:val="1"/>
      <w:numFmt w:val="decimal"/>
      <w:lvlText w:val="%1."/>
      <w:lvlJc w:val="left"/>
      <w:pPr>
        <w:ind w:left="720" w:hanging="360"/>
      </w:pPr>
      <w:rPr>
        <w:rFonts w:ascii="Calibri" w:hAnsi="Calibri" w:cs="Wingdings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B3107C"/>
    <w:multiLevelType w:val="hybridMultilevel"/>
    <w:tmpl w:val="54E2B41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06662B"/>
    <w:multiLevelType w:val="hybridMultilevel"/>
    <w:tmpl w:val="82241F6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26"/>
  </w:num>
  <w:num w:numId="3">
    <w:abstractNumId w:val="23"/>
  </w:num>
  <w:num w:numId="4">
    <w:abstractNumId w:val="15"/>
  </w:num>
  <w:num w:numId="5">
    <w:abstractNumId w:val="21"/>
  </w:num>
  <w:num w:numId="6">
    <w:abstractNumId w:val="44"/>
  </w:num>
  <w:num w:numId="7">
    <w:abstractNumId w:val="27"/>
  </w:num>
  <w:num w:numId="8">
    <w:abstractNumId w:val="13"/>
  </w:num>
  <w:num w:numId="9">
    <w:abstractNumId w:val="11"/>
  </w:num>
  <w:num w:numId="10">
    <w:abstractNumId w:val="30"/>
  </w:num>
  <w:num w:numId="11">
    <w:abstractNumId w:val="4"/>
  </w:num>
  <w:num w:numId="12">
    <w:abstractNumId w:val="38"/>
  </w:num>
  <w:num w:numId="13">
    <w:abstractNumId w:val="12"/>
  </w:num>
  <w:num w:numId="14">
    <w:abstractNumId w:val="18"/>
  </w:num>
  <w:num w:numId="15">
    <w:abstractNumId w:val="28"/>
  </w:num>
  <w:num w:numId="16">
    <w:abstractNumId w:val="34"/>
  </w:num>
  <w:num w:numId="17">
    <w:abstractNumId w:val="29"/>
  </w:num>
  <w:num w:numId="18">
    <w:abstractNumId w:val="17"/>
  </w:num>
  <w:num w:numId="19">
    <w:abstractNumId w:val="14"/>
  </w:num>
  <w:num w:numId="20">
    <w:abstractNumId w:val="1"/>
  </w:num>
  <w:num w:numId="21">
    <w:abstractNumId w:val="6"/>
  </w:num>
  <w:num w:numId="22">
    <w:abstractNumId w:val="46"/>
  </w:num>
  <w:num w:numId="23">
    <w:abstractNumId w:val="24"/>
  </w:num>
  <w:num w:numId="24">
    <w:abstractNumId w:val="22"/>
  </w:num>
  <w:num w:numId="25">
    <w:abstractNumId w:val="40"/>
  </w:num>
  <w:num w:numId="26">
    <w:abstractNumId w:val="7"/>
  </w:num>
  <w:num w:numId="27">
    <w:abstractNumId w:val="0"/>
  </w:num>
  <w:num w:numId="28">
    <w:abstractNumId w:val="3"/>
  </w:num>
  <w:num w:numId="29">
    <w:abstractNumId w:val="9"/>
  </w:num>
  <w:num w:numId="30">
    <w:abstractNumId w:val="20"/>
  </w:num>
  <w:num w:numId="31">
    <w:abstractNumId w:val="36"/>
  </w:num>
  <w:num w:numId="32">
    <w:abstractNumId w:val="10"/>
  </w:num>
  <w:num w:numId="33">
    <w:abstractNumId w:val="32"/>
  </w:num>
  <w:num w:numId="34">
    <w:abstractNumId w:val="45"/>
  </w:num>
  <w:num w:numId="35">
    <w:abstractNumId w:val="33"/>
  </w:num>
  <w:num w:numId="36">
    <w:abstractNumId w:val="43"/>
  </w:num>
  <w:num w:numId="37">
    <w:abstractNumId w:val="19"/>
  </w:num>
  <w:num w:numId="38">
    <w:abstractNumId w:val="39"/>
  </w:num>
  <w:num w:numId="39">
    <w:abstractNumId w:val="25"/>
  </w:num>
  <w:num w:numId="40">
    <w:abstractNumId w:val="8"/>
  </w:num>
  <w:num w:numId="41">
    <w:abstractNumId w:val="31"/>
  </w:num>
  <w:num w:numId="42">
    <w:abstractNumId w:val="37"/>
  </w:num>
  <w:num w:numId="43">
    <w:abstractNumId w:val="41"/>
  </w:num>
  <w:num w:numId="44">
    <w:abstractNumId w:val="35"/>
  </w:num>
  <w:num w:numId="45">
    <w:abstractNumId w:val="2"/>
  </w:num>
  <w:num w:numId="46">
    <w:abstractNumId w:val="5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694"/>
    <w:rsid w:val="000B1FC0"/>
    <w:rsid w:val="001B0606"/>
    <w:rsid w:val="00375385"/>
    <w:rsid w:val="004A2852"/>
    <w:rsid w:val="004F4694"/>
    <w:rsid w:val="00505B3C"/>
    <w:rsid w:val="00691BB0"/>
    <w:rsid w:val="007F42D3"/>
    <w:rsid w:val="009278DB"/>
    <w:rsid w:val="00A17600"/>
    <w:rsid w:val="00A343BE"/>
    <w:rsid w:val="00AE631B"/>
    <w:rsid w:val="00B3453C"/>
    <w:rsid w:val="00C40395"/>
    <w:rsid w:val="00D03C05"/>
    <w:rsid w:val="00DA7A62"/>
    <w:rsid w:val="00E12AF6"/>
    <w:rsid w:val="00E43D3A"/>
    <w:rsid w:val="00E915F2"/>
    <w:rsid w:val="00EA3204"/>
    <w:rsid w:val="00F7171A"/>
    <w:rsid w:val="00FC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No Spacing" w:qFormat="1"/>
    <w:lsdException w:name="Colorful List" w:qFormat="1"/>
    <w:lsdException w:name="Colorful Grid" w:qFormat="1"/>
    <w:lsdException w:name="Light Shading Accent 1" w:qFormat="1"/>
    <w:lsdException w:name="List Paragraph" w:uiPriority="34" w:qFormat="1"/>
    <w:lsdException w:name="Quote" w:qFormat="1"/>
    <w:lsdException w:name="Intense Quote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ColorfulShading-Accent21">
    <w:name w:val="Colorful Shading - Accent 21"/>
    <w:rsid w:val="002F1296"/>
    <w:rPr>
      <w:color w:val="808080"/>
    </w:rPr>
  </w:style>
  <w:style w:type="paragraph" w:customStyle="1" w:styleId="ColorfulList-Accent21">
    <w:name w:val="Colorful List - Accent 21"/>
    <w:uiPriority w:val="1"/>
    <w:qFormat/>
    <w:rsid w:val="009A0568"/>
    <w:rPr>
      <w:sz w:val="22"/>
      <w:szCs w:val="22"/>
    </w:rPr>
  </w:style>
  <w:style w:type="paragraph" w:customStyle="1" w:styleId="MediumList2-Accent41">
    <w:name w:val="Medium List 2 - Accent 4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ColorfulShading-Accent31">
    <w:name w:val="Colorful Shading - Accent 31"/>
    <w:basedOn w:val="Normal"/>
    <w:uiPriority w:val="34"/>
    <w:qFormat/>
    <w:rsid w:val="003C386D"/>
    <w:pPr>
      <w:ind w:left="720"/>
      <w:contextualSpacing/>
    </w:pPr>
  </w:style>
  <w:style w:type="character" w:styleId="PlaceholderText">
    <w:name w:val="Placeholder Text"/>
    <w:basedOn w:val="DefaultParagraphFont"/>
    <w:rsid w:val="00E43D3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No Spacing" w:qFormat="1"/>
    <w:lsdException w:name="Colorful List" w:qFormat="1"/>
    <w:lsdException w:name="Colorful Grid" w:qFormat="1"/>
    <w:lsdException w:name="Light Shading Accent 1" w:qFormat="1"/>
    <w:lsdException w:name="List Paragraph" w:uiPriority="34" w:qFormat="1"/>
    <w:lsdException w:name="Quote" w:qFormat="1"/>
    <w:lsdException w:name="Intense Quote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ColorfulShading-Accent21">
    <w:name w:val="Colorful Shading - Accent 21"/>
    <w:rsid w:val="002F1296"/>
    <w:rPr>
      <w:color w:val="808080"/>
    </w:rPr>
  </w:style>
  <w:style w:type="paragraph" w:customStyle="1" w:styleId="ColorfulList-Accent21">
    <w:name w:val="Colorful List - Accent 21"/>
    <w:uiPriority w:val="1"/>
    <w:qFormat/>
    <w:rsid w:val="009A0568"/>
    <w:rPr>
      <w:sz w:val="22"/>
      <w:szCs w:val="22"/>
    </w:rPr>
  </w:style>
  <w:style w:type="paragraph" w:customStyle="1" w:styleId="MediumList2-Accent41">
    <w:name w:val="Medium List 2 - Accent 4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ColorfulShading-Accent31">
    <w:name w:val="Colorful Shading - Accent 31"/>
    <w:basedOn w:val="Normal"/>
    <w:uiPriority w:val="34"/>
    <w:qFormat/>
    <w:rsid w:val="003C386D"/>
    <w:pPr>
      <w:ind w:left="720"/>
      <w:contextualSpacing/>
    </w:pPr>
  </w:style>
  <w:style w:type="character" w:styleId="PlaceholderText">
    <w:name w:val="Placeholder Text"/>
    <w:basedOn w:val="DefaultParagraphFont"/>
    <w:rsid w:val="00E43D3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Yarrington</dc:creator>
  <cp:lastModifiedBy>Alex</cp:lastModifiedBy>
  <cp:revision>2</cp:revision>
  <cp:lastPrinted>2012-09-10T15:12:00Z</cp:lastPrinted>
  <dcterms:created xsi:type="dcterms:W3CDTF">2012-09-17T04:45:00Z</dcterms:created>
  <dcterms:modified xsi:type="dcterms:W3CDTF">2012-09-17T04:45:00Z</dcterms:modified>
</cp:coreProperties>
</file>